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685" w:rsidRDefault="003C7A59" w:rsidP="009E5CF9">
      <w:pPr>
        <w:spacing w:line="520" w:lineRule="exact"/>
        <w:ind w:firstLineChars="300" w:firstLine="1080"/>
        <w:rPr>
          <w:rFonts w:ascii="方正小标宋简体" w:eastAsia="方正小标宋简体" w:hAnsi="华文中宋"/>
          <w:bCs/>
          <w:sz w:val="36"/>
          <w:szCs w:val="36"/>
        </w:rPr>
      </w:pPr>
      <w:r>
        <w:rPr>
          <w:rFonts w:ascii="方正小标宋简体" w:eastAsia="方正小标宋简体" w:hAnsi="华文中宋" w:hint="eastAsia"/>
          <w:bCs/>
          <w:sz w:val="36"/>
          <w:szCs w:val="36"/>
        </w:rPr>
        <w:t>浙江省高校科研经费使用</w:t>
      </w:r>
      <w:r w:rsidR="00A37EC8" w:rsidRPr="00BE6A96">
        <w:rPr>
          <w:rFonts w:ascii="方正小标宋简体" w:eastAsia="方正小标宋简体" w:hAnsi="华文中宋" w:hint="eastAsia"/>
          <w:bCs/>
          <w:sz w:val="36"/>
          <w:szCs w:val="36"/>
        </w:rPr>
        <w:t>信</w:t>
      </w:r>
      <w:r w:rsidR="00A37EC8" w:rsidRPr="0047207C">
        <w:rPr>
          <w:rFonts w:ascii="方正小标宋简体" w:eastAsia="方正小标宋简体" w:hAnsi="华文中宋" w:hint="eastAsia"/>
          <w:bCs/>
          <w:sz w:val="36"/>
          <w:szCs w:val="36"/>
        </w:rPr>
        <w:t>息</w:t>
      </w:r>
      <w:r w:rsidRPr="0047207C">
        <w:rPr>
          <w:rFonts w:ascii="方正小标宋简体" w:eastAsia="方正小标宋简体" w:hAnsi="华文中宋" w:hint="eastAsia"/>
          <w:bCs/>
          <w:sz w:val="36"/>
          <w:szCs w:val="36"/>
        </w:rPr>
        <w:t>公开</w:t>
      </w:r>
      <w:r w:rsidR="00A37EC8" w:rsidRPr="0047207C">
        <w:rPr>
          <w:rFonts w:ascii="方正小标宋简体" w:eastAsia="方正小标宋简体" w:hAnsi="华文中宋" w:hint="eastAsia"/>
          <w:bCs/>
          <w:sz w:val="36"/>
          <w:szCs w:val="36"/>
        </w:rPr>
        <w:t>一</w:t>
      </w:r>
      <w:r w:rsidR="00A37EC8" w:rsidRPr="00BE6A96">
        <w:rPr>
          <w:rFonts w:ascii="方正小标宋简体" w:eastAsia="方正小标宋简体" w:hAnsi="华文中宋" w:hint="eastAsia"/>
          <w:bCs/>
          <w:sz w:val="36"/>
          <w:szCs w:val="36"/>
        </w:rPr>
        <w:t>览表</w:t>
      </w:r>
    </w:p>
    <w:p w:rsidR="00BC3CDE" w:rsidRPr="00226E55" w:rsidRDefault="008E0F42" w:rsidP="00306CF0">
      <w:pPr>
        <w:spacing w:line="520" w:lineRule="exact"/>
        <w:jc w:val="center"/>
        <w:rPr>
          <w:rFonts w:ascii="仿宋_GB2312" w:hAnsi="华文中宋"/>
          <w:bCs/>
          <w:sz w:val="24"/>
        </w:rPr>
      </w:pPr>
      <w:r>
        <w:rPr>
          <w:rFonts w:ascii="仿宋_GB2312" w:hAnsi="华文中宋"/>
          <w:bCs/>
          <w:noProof/>
          <w:sz w:val="24"/>
        </w:rPr>
        <w:pict>
          <v:line id="_x0000_s1031" style="position:absolute;left:0;text-align:left;z-index:251657728" from="63pt,20.8pt" to="153pt,20.8pt"/>
        </w:pict>
      </w:r>
      <w:r w:rsidR="003C7A59">
        <w:rPr>
          <w:rFonts w:ascii="仿宋_GB2312" w:hAnsi="华文中宋" w:hint="eastAsia"/>
          <w:bCs/>
          <w:sz w:val="24"/>
        </w:rPr>
        <w:t>填表人</w:t>
      </w:r>
      <w:r w:rsidR="00BC3CDE" w:rsidRPr="00226E55">
        <w:rPr>
          <w:rFonts w:ascii="仿宋_GB2312" w:hAnsi="华文中宋" w:hint="eastAsia"/>
          <w:bCs/>
          <w:sz w:val="24"/>
        </w:rPr>
        <w:t>：</w:t>
      </w:r>
      <w:r w:rsidR="00B83716">
        <w:rPr>
          <w:rFonts w:ascii="仿宋_GB2312" w:hAnsi="华文中宋" w:hint="eastAsia"/>
          <w:bCs/>
          <w:sz w:val="24"/>
        </w:rPr>
        <w:t xml:space="preserve">  </w:t>
      </w:r>
      <w:proofErr w:type="gramStart"/>
      <w:r w:rsidR="00B83716">
        <w:rPr>
          <w:rFonts w:ascii="仿宋_GB2312" w:hAnsi="华文中宋" w:hint="eastAsia"/>
          <w:bCs/>
          <w:sz w:val="24"/>
        </w:rPr>
        <w:t>程仲鸣</w:t>
      </w:r>
      <w:proofErr w:type="gramEnd"/>
      <w:r w:rsidR="00BC3CDE" w:rsidRPr="00226E55">
        <w:rPr>
          <w:rFonts w:ascii="仿宋_GB2312" w:hAnsi="华文中宋" w:hint="eastAsia"/>
          <w:bCs/>
          <w:sz w:val="24"/>
        </w:rPr>
        <w:t xml:space="preserve"> </w:t>
      </w:r>
      <w:r w:rsidR="003C7A59">
        <w:rPr>
          <w:rFonts w:ascii="仿宋_GB2312" w:hAnsi="华文中宋" w:hint="eastAsia"/>
          <w:bCs/>
          <w:sz w:val="24"/>
        </w:rPr>
        <w:t xml:space="preserve">          </w:t>
      </w:r>
      <w:r w:rsidR="00BC3CDE" w:rsidRPr="00226E55">
        <w:rPr>
          <w:rFonts w:ascii="仿宋_GB2312" w:hAnsi="华文中宋" w:hint="eastAsia"/>
          <w:bCs/>
          <w:sz w:val="24"/>
        </w:rPr>
        <w:t xml:space="preserve">       </w:t>
      </w:r>
      <w:r w:rsidR="009E5CF9">
        <w:rPr>
          <w:rFonts w:ascii="仿宋_GB2312" w:hAnsi="华文中宋" w:hint="eastAsia"/>
          <w:bCs/>
          <w:sz w:val="24"/>
        </w:rPr>
        <w:t xml:space="preserve">     </w:t>
      </w:r>
      <w:r w:rsidR="00BC3CDE" w:rsidRPr="00226E55">
        <w:rPr>
          <w:rFonts w:ascii="仿宋_GB2312" w:hAnsi="华文中宋" w:hint="eastAsia"/>
          <w:bCs/>
          <w:sz w:val="24"/>
        </w:rPr>
        <w:t xml:space="preserve">    填表日期：</w:t>
      </w:r>
      <w:r w:rsidR="00B83716">
        <w:rPr>
          <w:rFonts w:ascii="仿宋_GB2312" w:hAnsi="华文中宋" w:hint="eastAsia"/>
          <w:bCs/>
          <w:sz w:val="24"/>
        </w:rPr>
        <w:t>20</w:t>
      </w:r>
      <w:r w:rsidR="00C36981">
        <w:rPr>
          <w:rFonts w:ascii="仿宋_GB2312" w:hAnsi="华文中宋" w:hint="eastAsia"/>
          <w:bCs/>
          <w:sz w:val="24"/>
        </w:rPr>
        <w:t>1</w:t>
      </w:r>
      <w:r w:rsidR="00552FE5">
        <w:rPr>
          <w:rFonts w:ascii="仿宋_GB2312" w:hAnsi="华文中宋" w:hint="eastAsia"/>
          <w:bCs/>
          <w:sz w:val="24"/>
        </w:rPr>
        <w:t>9</w:t>
      </w:r>
      <w:r w:rsidR="00BC3CDE" w:rsidRPr="00226E55">
        <w:rPr>
          <w:rFonts w:ascii="仿宋_GB2312" w:hAnsi="华文中宋" w:hint="eastAsia"/>
          <w:bCs/>
          <w:sz w:val="24"/>
        </w:rPr>
        <w:t>年</w:t>
      </w:r>
      <w:r w:rsidR="00373010">
        <w:rPr>
          <w:rFonts w:ascii="仿宋_GB2312" w:hAnsi="华文中宋" w:hint="eastAsia"/>
          <w:bCs/>
          <w:sz w:val="24"/>
        </w:rPr>
        <w:t>7</w:t>
      </w:r>
      <w:r w:rsidR="00BC3CDE" w:rsidRPr="00226E55">
        <w:rPr>
          <w:rFonts w:ascii="仿宋_GB2312" w:hAnsi="华文中宋" w:hint="eastAsia"/>
          <w:bCs/>
          <w:sz w:val="24"/>
        </w:rPr>
        <w:t>月</w:t>
      </w:r>
      <w:r w:rsidR="00373010">
        <w:rPr>
          <w:rFonts w:ascii="仿宋_GB2312" w:hAnsi="华文中宋" w:hint="eastAsia"/>
          <w:bCs/>
          <w:sz w:val="24"/>
        </w:rPr>
        <w:t>1</w:t>
      </w:r>
      <w:r w:rsidR="00BC3CDE" w:rsidRPr="00226E55">
        <w:rPr>
          <w:rFonts w:ascii="仿宋_GB2312" w:hAnsi="华文中宋" w:hint="eastAsia"/>
          <w:bCs/>
          <w:sz w:val="24"/>
        </w:rPr>
        <w:t>日</w:t>
      </w:r>
    </w:p>
    <w:tbl>
      <w:tblPr>
        <w:tblW w:w="9829" w:type="dxa"/>
        <w:jc w:val="center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25"/>
        <w:gridCol w:w="1484"/>
        <w:gridCol w:w="1395"/>
        <w:gridCol w:w="6"/>
        <w:gridCol w:w="930"/>
        <w:gridCol w:w="123"/>
        <w:gridCol w:w="148"/>
        <w:gridCol w:w="1529"/>
        <w:gridCol w:w="75"/>
        <w:gridCol w:w="1291"/>
        <w:gridCol w:w="1241"/>
        <w:gridCol w:w="1082"/>
      </w:tblGrid>
      <w:tr w:rsidR="00DA3CEB" w:rsidRPr="00226E55">
        <w:trPr>
          <w:cantSplit/>
          <w:trHeight w:val="315"/>
          <w:jc w:val="center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7F1D5C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立项</w:t>
            </w:r>
          </w:p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信息</w:t>
            </w:r>
          </w:p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226E55">
              <w:rPr>
                <w:rFonts w:ascii="宋体" w:eastAsia="宋体" w:hAnsi="宋体" w:hint="eastAsia"/>
                <w:sz w:val="21"/>
                <w:szCs w:val="21"/>
              </w:rPr>
              <w:t>项目名称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B83716" w:rsidRDefault="00D011A0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地方官员的晋升竞争对企业创新投资的影响及机制研究</w:t>
            </w:r>
          </w:p>
        </w:tc>
      </w:tr>
      <w:tr w:rsidR="00DA3CEB" w:rsidRPr="00226E55">
        <w:trPr>
          <w:cantSplit/>
          <w:trHeight w:val="285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立项部门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011A0" w:rsidP="007B7E09">
            <w:pPr>
              <w:tabs>
                <w:tab w:val="left" w:pos="5940"/>
              </w:tabs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国家社科基金委</w:t>
            </w:r>
          </w:p>
        </w:tc>
      </w:tr>
      <w:tr w:rsidR="00DA3CEB" w:rsidRPr="00226E55">
        <w:trPr>
          <w:cantSplit/>
          <w:trHeight w:val="333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实施期限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4C0E34" w:rsidP="0037301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201</w:t>
            </w:r>
            <w:r w:rsidR="007B7E09">
              <w:rPr>
                <w:rFonts w:ascii="宋体" w:eastAsia="宋体" w:hAnsi="宋体" w:hint="eastAsia"/>
                <w:sz w:val="21"/>
                <w:szCs w:val="21"/>
              </w:rPr>
              <w:t>4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.</w:t>
            </w:r>
            <w:r w:rsidR="007B7E09">
              <w:rPr>
                <w:rFonts w:ascii="宋体" w:eastAsia="宋体" w:hAnsi="宋体" w:hint="eastAsia"/>
                <w:sz w:val="21"/>
                <w:szCs w:val="21"/>
              </w:rPr>
              <w:t>0</w:t>
            </w:r>
            <w:r w:rsidR="007968DB">
              <w:rPr>
                <w:rFonts w:ascii="宋体" w:eastAsia="宋体" w:hAnsi="宋体" w:hint="eastAsia"/>
                <w:sz w:val="21"/>
                <w:szCs w:val="21"/>
              </w:rPr>
              <w:t>9</w:t>
            </w:r>
            <w:r w:rsidR="002F663E">
              <w:rPr>
                <w:rFonts w:ascii="宋体" w:eastAsia="宋体" w:hAnsi="宋体" w:hint="eastAsia"/>
                <w:sz w:val="21"/>
                <w:szCs w:val="21"/>
              </w:rPr>
              <w:t>至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201</w:t>
            </w:r>
            <w:r w:rsidR="00373010">
              <w:rPr>
                <w:rFonts w:ascii="宋体" w:eastAsia="宋体" w:hAnsi="宋体" w:hint="eastAsia"/>
                <w:sz w:val="21"/>
                <w:szCs w:val="21"/>
              </w:rPr>
              <w:t>9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.12</w:t>
            </w:r>
          </w:p>
        </w:tc>
      </w:tr>
      <w:tr w:rsidR="002F663E" w:rsidRPr="00226E55">
        <w:trPr>
          <w:cantSplit/>
          <w:trHeight w:val="333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协作单位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Default="00B8371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武汉大学</w:t>
            </w:r>
          </w:p>
        </w:tc>
      </w:tr>
      <w:tr w:rsidR="009E5CF9" w:rsidRPr="00226E55">
        <w:trPr>
          <w:cantSplit/>
          <w:trHeight w:val="275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EC1725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项目负责人及课题组成员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姓名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职称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工作单位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承担任务</w:t>
            </w:r>
          </w:p>
        </w:tc>
      </w:tr>
      <w:tr w:rsidR="007968DB" w:rsidRPr="00226E55">
        <w:trPr>
          <w:cantSplit/>
          <w:trHeight w:val="279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226E55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226E55" w:rsidRDefault="007968DB" w:rsidP="009008B6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余明桂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226E55" w:rsidRDefault="007968DB" w:rsidP="009008B6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教授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226E55" w:rsidRDefault="007968DB" w:rsidP="009008B6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武汉大学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7B7E09" w:rsidRDefault="007968DB" w:rsidP="009008B6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7B7E09">
              <w:rPr>
                <w:rFonts w:ascii="宋体" w:eastAsia="宋体" w:hAnsi="宋体" w:hint="eastAsia"/>
                <w:sz w:val="21"/>
                <w:szCs w:val="21"/>
              </w:rPr>
              <w:t>理论研究、框架设计</w:t>
            </w:r>
          </w:p>
        </w:tc>
      </w:tr>
      <w:tr w:rsidR="007968DB" w:rsidRPr="00226E55">
        <w:trPr>
          <w:cantSplit/>
          <w:trHeight w:val="283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226E55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226E55" w:rsidRDefault="007968DB" w:rsidP="00AF0645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7968DB">
              <w:rPr>
                <w:rFonts w:ascii="宋体" w:eastAsia="宋体" w:hAnsi="宋体" w:hint="eastAsia"/>
                <w:sz w:val="21"/>
                <w:szCs w:val="21"/>
              </w:rPr>
              <w:t>于而立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226E55" w:rsidRDefault="007968DB" w:rsidP="00AF0645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副教授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226E55" w:rsidRDefault="007968DB" w:rsidP="00AF0645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温州大学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226E55" w:rsidRDefault="007968DB" w:rsidP="00AF0645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理论分析、实证研究</w:t>
            </w:r>
          </w:p>
        </w:tc>
      </w:tr>
      <w:tr w:rsidR="007968DB" w:rsidRPr="00226E55">
        <w:trPr>
          <w:cantSplit/>
          <w:trHeight w:val="283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226E55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7B7E09" w:rsidRDefault="007968DB" w:rsidP="00AF0645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proofErr w:type="gramStart"/>
            <w:r w:rsidRPr="007968DB">
              <w:rPr>
                <w:rFonts w:ascii="宋体" w:eastAsia="宋体" w:hAnsi="宋体" w:hint="eastAsia"/>
                <w:sz w:val="21"/>
                <w:szCs w:val="21"/>
              </w:rPr>
              <w:t>戴菊贵</w:t>
            </w:r>
            <w:proofErr w:type="gramEnd"/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226E55" w:rsidRDefault="007968DB" w:rsidP="00AF0645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讲师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226E55" w:rsidRDefault="007968DB" w:rsidP="00AF0645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温州大学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226E55" w:rsidRDefault="007968DB" w:rsidP="00AF0645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理论分析、实证研究</w:t>
            </w:r>
          </w:p>
        </w:tc>
      </w:tr>
      <w:tr w:rsidR="007968DB" w:rsidRPr="00226E55">
        <w:trPr>
          <w:cantSplit/>
          <w:trHeight w:val="283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226E55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226E55" w:rsidRDefault="007968DB" w:rsidP="00AF0645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7968DB">
              <w:rPr>
                <w:rFonts w:ascii="宋体" w:eastAsia="宋体" w:hAnsi="宋体" w:hint="eastAsia"/>
                <w:sz w:val="21"/>
                <w:szCs w:val="21"/>
              </w:rPr>
              <w:t>金必简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226E55" w:rsidRDefault="007968DB" w:rsidP="00AF0645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讲师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226E55" w:rsidRDefault="007968DB" w:rsidP="00AF0645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温州大学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7B7E09" w:rsidRDefault="007968DB" w:rsidP="00AF0645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数据收集、文献整理</w:t>
            </w:r>
          </w:p>
        </w:tc>
      </w:tr>
      <w:tr w:rsidR="007968DB" w:rsidRPr="00226E55">
        <w:trPr>
          <w:cantSplit/>
          <w:trHeight w:val="283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226E55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7B7E09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7968DB">
              <w:rPr>
                <w:rFonts w:ascii="宋体" w:eastAsia="宋体" w:hAnsi="宋体" w:hint="eastAsia"/>
                <w:sz w:val="21"/>
                <w:szCs w:val="21"/>
              </w:rPr>
              <w:t>夏银桂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226E55" w:rsidRDefault="007968DB" w:rsidP="00AF0645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副高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226E55" w:rsidRDefault="007968DB" w:rsidP="00AF0645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温州大学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数据收集、文献整理</w:t>
            </w:r>
          </w:p>
        </w:tc>
      </w:tr>
      <w:tr w:rsidR="007968DB" w:rsidRPr="00226E55">
        <w:trPr>
          <w:cantSplit/>
          <w:trHeight w:val="285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226E55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226E55" w:rsidRDefault="007968DB" w:rsidP="009008B6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7968DB">
              <w:rPr>
                <w:rFonts w:ascii="宋体" w:eastAsia="宋体" w:hAnsi="宋体" w:hint="eastAsia"/>
                <w:sz w:val="21"/>
                <w:szCs w:val="21"/>
              </w:rPr>
              <w:t>傅建华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226E55" w:rsidRDefault="007968DB" w:rsidP="009008B6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讲师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226E55" w:rsidRDefault="007968DB" w:rsidP="009008B6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湖北科技学院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7B7E09" w:rsidRDefault="007968DB" w:rsidP="009008B6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文献整理</w:t>
            </w:r>
            <w:r w:rsidRPr="007B7E09">
              <w:rPr>
                <w:rFonts w:ascii="宋体" w:eastAsia="宋体" w:hAnsi="宋体" w:hint="eastAsia"/>
                <w:sz w:val="21"/>
                <w:szCs w:val="21"/>
              </w:rPr>
              <w:t>、模型构建</w:t>
            </w:r>
          </w:p>
        </w:tc>
      </w:tr>
      <w:tr w:rsidR="007968DB" w:rsidRPr="00D011A0">
        <w:trPr>
          <w:cantSplit/>
          <w:trHeight w:val="510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226E55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b/>
                <w:color w:val="FF0000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经费总额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7968DB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 xml:space="preserve">   20万元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其中</w:t>
            </w:r>
          </w:p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拨款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373010" w:rsidP="007968DB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20</w:t>
            </w:r>
            <w:r w:rsidR="007968DB" w:rsidRPr="00D011A0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其他经费</w:t>
            </w:r>
          </w:p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来源及金额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</w:p>
          <w:p w:rsidR="007968DB" w:rsidRPr="00D011A0" w:rsidRDefault="007968DB" w:rsidP="00EE6129">
            <w:pPr>
              <w:spacing w:line="240" w:lineRule="exact"/>
              <w:ind w:right="210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0</w:t>
            </w:r>
          </w:p>
        </w:tc>
      </w:tr>
      <w:tr w:rsidR="007968DB" w:rsidRPr="00D011A0">
        <w:trPr>
          <w:cantSplit/>
          <w:trHeight w:val="345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经费预算</w:t>
            </w: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设备费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0.855万元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材料费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bookmarkStart w:id="0" w:name="OLE_LINK137"/>
            <w:r w:rsidRPr="00D011A0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  <w:bookmarkEnd w:id="0"/>
          </w:p>
        </w:tc>
      </w:tr>
      <w:tr w:rsidR="007968DB" w:rsidRPr="00D011A0">
        <w:trPr>
          <w:cantSplit/>
          <w:trHeight w:val="293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测试化验加工费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0万元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燃料动力费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0万元</w:t>
            </w:r>
          </w:p>
        </w:tc>
      </w:tr>
      <w:tr w:rsidR="007968DB" w:rsidRPr="00D011A0">
        <w:trPr>
          <w:cantSplit/>
          <w:trHeight w:val="312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差旅费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7968DB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3.195万元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会议费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7968DB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0.81万元</w:t>
            </w:r>
          </w:p>
        </w:tc>
      </w:tr>
      <w:tr w:rsidR="007968DB" w:rsidRPr="00D011A0">
        <w:trPr>
          <w:cantSplit/>
          <w:trHeight w:val="301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合作协作研究与交流费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劳务费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7968DB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1.</w:t>
            </w:r>
            <w:r w:rsidR="00B7598C">
              <w:rPr>
                <w:rFonts w:ascii="宋体" w:eastAsia="宋体" w:hAnsi="宋体" w:hint="eastAsia"/>
                <w:sz w:val="21"/>
                <w:szCs w:val="21"/>
              </w:rPr>
              <w:t>98</w:t>
            </w:r>
            <w:r w:rsidRPr="00D011A0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7968DB" w:rsidRPr="00D011A0">
        <w:trPr>
          <w:cantSplit/>
          <w:trHeight w:val="269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出版/文献/信息传播/知识产权事务费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7968DB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5.67万元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专家咨询费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7968DB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1.395万元</w:t>
            </w:r>
          </w:p>
        </w:tc>
      </w:tr>
      <w:tr w:rsidR="007968DB" w:rsidRPr="00D011A0">
        <w:trPr>
          <w:cantSplit/>
          <w:trHeight w:val="426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管理费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7968DB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0.2万元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55015">
            <w:pPr>
              <w:spacing w:line="240" w:lineRule="exact"/>
              <w:ind w:right="420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 xml:space="preserve"> 其它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7968DB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 xml:space="preserve">           3.22万元</w:t>
            </w:r>
          </w:p>
        </w:tc>
      </w:tr>
      <w:tr w:rsidR="007968DB" w:rsidRPr="00D011A0">
        <w:trPr>
          <w:cantSplit/>
          <w:trHeight w:val="300"/>
          <w:jc w:val="center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过程</w:t>
            </w:r>
          </w:p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信息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经费到位情况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D011A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已拨入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A002BE">
            <w:pPr>
              <w:spacing w:line="240" w:lineRule="exact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  <w:r w:rsidR="00A002BE">
              <w:rPr>
                <w:rFonts w:ascii="宋体" w:eastAsia="宋体" w:hAnsi="宋体" w:hint="eastAsia"/>
                <w:sz w:val="21"/>
                <w:szCs w:val="21"/>
              </w:rPr>
              <w:t>18</w:t>
            </w:r>
            <w:r w:rsidR="00D011A0" w:rsidRPr="00D011A0">
              <w:rPr>
                <w:rFonts w:ascii="宋体" w:eastAsia="宋体" w:hAnsi="宋体" w:hint="eastAsia"/>
                <w:sz w:val="21"/>
                <w:szCs w:val="21"/>
              </w:rPr>
              <w:t>.</w:t>
            </w:r>
            <w:r w:rsidR="00A002BE">
              <w:rPr>
                <w:rFonts w:ascii="宋体" w:eastAsia="宋体" w:hAnsi="宋体" w:hint="eastAsia"/>
                <w:sz w:val="21"/>
                <w:szCs w:val="21"/>
              </w:rPr>
              <w:t>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未拨入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A002B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 xml:space="preserve"> </w:t>
            </w:r>
            <w:r w:rsidR="00A002BE">
              <w:rPr>
                <w:rFonts w:ascii="宋体" w:eastAsia="宋体" w:hAnsi="宋体" w:hint="eastAsia"/>
                <w:sz w:val="21"/>
                <w:szCs w:val="21"/>
              </w:rPr>
              <w:t>2</w:t>
            </w:r>
            <w:r w:rsidR="00D011A0" w:rsidRPr="00D011A0">
              <w:rPr>
                <w:rFonts w:ascii="宋体" w:eastAsia="宋体" w:hAnsi="宋体" w:hint="eastAsia"/>
                <w:sz w:val="21"/>
                <w:szCs w:val="21"/>
              </w:rPr>
              <w:t>.</w:t>
            </w:r>
            <w:r w:rsidR="00A002BE">
              <w:rPr>
                <w:rFonts w:ascii="宋体" w:eastAsia="宋体" w:hAnsi="宋体" w:hint="eastAsia"/>
                <w:sz w:val="21"/>
                <w:szCs w:val="21"/>
              </w:rPr>
              <w:t>00</w:t>
            </w:r>
            <w:r w:rsidRPr="00D011A0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实际经费使用总额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373010" w:rsidP="00373010">
            <w:pPr>
              <w:spacing w:line="24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10</w:t>
            </w:r>
            <w:r w:rsidR="00D011A0" w:rsidRPr="00D011A0">
              <w:rPr>
                <w:rFonts w:ascii="宋体" w:eastAsia="宋体" w:hAnsi="宋体" w:hint="eastAsia"/>
                <w:sz w:val="21"/>
                <w:szCs w:val="21"/>
              </w:rPr>
              <w:t>.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33</w:t>
            </w:r>
            <w:r w:rsidR="007968DB" w:rsidRPr="00D011A0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7968DB" w:rsidRPr="00EA16BF">
        <w:trPr>
          <w:cantSplit/>
          <w:trHeight w:val="562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ind w:firstLineChars="100" w:firstLine="21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阶段性成果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BE" w:rsidRDefault="00A002B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论文：</w:t>
            </w:r>
            <w:r w:rsidRPr="00A002BE">
              <w:rPr>
                <w:rFonts w:ascii="宋体" w:eastAsia="宋体" w:hAnsi="宋体" w:hint="eastAsia"/>
                <w:sz w:val="21"/>
                <w:szCs w:val="21"/>
              </w:rPr>
              <w:t>生命周期的视角下终极控股股东与企业技术创新投资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；</w:t>
            </w:r>
          </w:p>
          <w:p w:rsidR="007968DB" w:rsidRDefault="00A002B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A002BE">
              <w:rPr>
                <w:rFonts w:ascii="宋体" w:eastAsia="宋体" w:hAnsi="宋体" w:hint="eastAsia"/>
                <w:sz w:val="21"/>
                <w:szCs w:val="21"/>
              </w:rPr>
              <w:t>政府补贴、混合研发模式与社会福利效应</w:t>
            </w:r>
          </w:p>
          <w:p w:rsidR="00A24ECB" w:rsidRDefault="00A24EC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民营化、政府质量与企业技术创新（投资研究）</w:t>
            </w:r>
          </w:p>
          <w:p w:rsidR="007968DB" w:rsidRDefault="00A24ECB" w:rsidP="00A24ECB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技术创新与企业竞争优势（财会月刊）</w:t>
            </w:r>
          </w:p>
          <w:p w:rsidR="00552FE5" w:rsidRDefault="00552FE5" w:rsidP="00552FE5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552FE5">
              <w:rPr>
                <w:rFonts w:ascii="宋体" w:eastAsia="宋体" w:hAnsi="宋体" w:hint="eastAsia"/>
                <w:sz w:val="21"/>
                <w:szCs w:val="21"/>
              </w:rPr>
              <w:t>供给侧视角下我国企业粗放型经营的特征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、</w:t>
            </w:r>
            <w:r w:rsidRPr="00552FE5">
              <w:rPr>
                <w:rFonts w:ascii="宋体" w:eastAsia="宋体" w:hAnsi="宋体" w:hint="eastAsia"/>
                <w:sz w:val="21"/>
                <w:szCs w:val="21"/>
              </w:rPr>
              <w:t>成因和对策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 (青海社会科学)</w:t>
            </w:r>
          </w:p>
          <w:p w:rsidR="00EA16BF" w:rsidRPr="00D011A0" w:rsidRDefault="00552FE5" w:rsidP="00EA16BF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552FE5">
              <w:rPr>
                <w:rFonts w:ascii="宋体" w:eastAsia="宋体" w:hAnsi="宋体"/>
                <w:sz w:val="21"/>
                <w:szCs w:val="21"/>
              </w:rPr>
              <w:t>民营化改制与企业研发投资： 一个准自然实验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（商业研究）</w:t>
            </w:r>
          </w:p>
        </w:tc>
      </w:tr>
      <w:tr w:rsidR="007968DB" w:rsidRPr="00D011A0">
        <w:trPr>
          <w:cantSplit/>
          <w:trHeight w:val="371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预算支出情况</w:t>
            </w:r>
          </w:p>
        </w:tc>
        <w:tc>
          <w:tcPr>
            <w:tcW w:w="2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设备费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9E5CF9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0万元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材料费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9E5CF9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0万元</w:t>
            </w:r>
          </w:p>
        </w:tc>
      </w:tr>
      <w:tr w:rsidR="007968DB" w:rsidRPr="00D011A0">
        <w:trPr>
          <w:cantSplit/>
          <w:trHeight w:val="330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测试化验加工费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2E23E7" w:rsidRDefault="007968DB" w:rsidP="009E5CF9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2E23E7">
              <w:rPr>
                <w:rFonts w:ascii="宋体" w:eastAsia="宋体" w:hAnsi="宋体" w:hint="eastAsia"/>
                <w:sz w:val="21"/>
                <w:szCs w:val="21"/>
              </w:rPr>
              <w:t>0万元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2E23E7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2E23E7">
              <w:rPr>
                <w:rFonts w:ascii="宋体" w:eastAsia="宋体" w:hAnsi="宋体" w:hint="eastAsia"/>
                <w:sz w:val="21"/>
                <w:szCs w:val="21"/>
              </w:rPr>
              <w:t>燃料动力费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2E23E7" w:rsidRDefault="007968DB" w:rsidP="009E5CF9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2E23E7">
              <w:rPr>
                <w:rFonts w:ascii="宋体" w:eastAsia="宋体" w:hAnsi="宋体" w:hint="eastAsia"/>
                <w:sz w:val="21"/>
                <w:szCs w:val="21"/>
              </w:rPr>
              <w:t>0万元</w:t>
            </w:r>
          </w:p>
        </w:tc>
      </w:tr>
      <w:tr w:rsidR="007968DB" w:rsidRPr="00D011A0">
        <w:trPr>
          <w:cantSplit/>
          <w:trHeight w:val="330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差旅费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2E23E7" w:rsidRDefault="0047207C" w:rsidP="00373010">
            <w:pPr>
              <w:tabs>
                <w:tab w:val="left" w:pos="750"/>
              </w:tabs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2E23E7">
              <w:rPr>
                <w:rFonts w:ascii="宋体" w:eastAsia="宋体" w:hAnsi="宋体" w:hint="eastAsia"/>
                <w:sz w:val="21"/>
                <w:szCs w:val="21"/>
              </w:rPr>
              <w:t>3</w:t>
            </w:r>
            <w:r w:rsidR="00DC2A63" w:rsidRPr="002E23E7">
              <w:rPr>
                <w:rFonts w:ascii="宋体" w:eastAsia="宋体" w:hAnsi="宋体" w:hint="eastAsia"/>
                <w:sz w:val="21"/>
                <w:szCs w:val="21"/>
              </w:rPr>
              <w:t>.</w:t>
            </w:r>
            <w:r w:rsidR="00373010">
              <w:rPr>
                <w:rFonts w:ascii="宋体" w:eastAsia="宋体" w:hAnsi="宋体" w:hint="eastAsia"/>
                <w:sz w:val="21"/>
                <w:szCs w:val="21"/>
              </w:rPr>
              <w:t>19</w:t>
            </w:r>
            <w:r w:rsidR="00DC2A63" w:rsidRPr="002E23E7">
              <w:rPr>
                <w:rFonts w:ascii="宋体" w:eastAsia="宋体" w:hAnsi="宋体" w:hint="eastAsia"/>
                <w:sz w:val="21"/>
                <w:szCs w:val="21"/>
              </w:rPr>
              <w:t>万</w:t>
            </w:r>
            <w:r w:rsidR="007968DB" w:rsidRPr="002E23E7">
              <w:rPr>
                <w:rFonts w:ascii="宋体" w:eastAsia="宋体" w:hAnsi="宋体" w:hint="eastAsia"/>
                <w:sz w:val="21"/>
                <w:szCs w:val="21"/>
              </w:rPr>
              <w:t>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2E23E7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2E23E7">
              <w:rPr>
                <w:rFonts w:ascii="宋体" w:eastAsia="宋体" w:hAnsi="宋体" w:hint="eastAsia"/>
                <w:sz w:val="21"/>
                <w:szCs w:val="21"/>
              </w:rPr>
              <w:t>会议费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2E23E7" w:rsidRDefault="007968DB" w:rsidP="009E5CF9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2E23E7">
              <w:rPr>
                <w:rFonts w:ascii="宋体" w:eastAsia="宋体" w:hAnsi="宋体" w:hint="eastAsia"/>
                <w:sz w:val="21"/>
                <w:szCs w:val="21"/>
              </w:rPr>
              <w:t>0万元</w:t>
            </w:r>
          </w:p>
        </w:tc>
      </w:tr>
      <w:tr w:rsidR="007968DB" w:rsidRPr="00D011A0">
        <w:trPr>
          <w:cantSplit/>
          <w:trHeight w:val="330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合作协作研究与交流费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2E23E7" w:rsidRDefault="007968DB" w:rsidP="009E5CF9">
            <w:pPr>
              <w:tabs>
                <w:tab w:val="left" w:pos="750"/>
              </w:tabs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2E23E7">
              <w:rPr>
                <w:rFonts w:ascii="宋体" w:eastAsia="宋体" w:hAnsi="宋体" w:hint="eastAsia"/>
                <w:sz w:val="21"/>
                <w:szCs w:val="21"/>
              </w:rPr>
              <w:t>0万元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2E23E7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2E23E7">
              <w:rPr>
                <w:rFonts w:ascii="宋体" w:eastAsia="宋体" w:hAnsi="宋体" w:hint="eastAsia"/>
                <w:sz w:val="21"/>
                <w:szCs w:val="21"/>
              </w:rPr>
              <w:t>劳务费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2E23E7" w:rsidRDefault="007327A3" w:rsidP="0037301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2E23E7">
              <w:rPr>
                <w:rFonts w:ascii="宋体" w:eastAsia="宋体" w:hAnsi="宋体" w:hint="eastAsia"/>
                <w:sz w:val="21"/>
                <w:szCs w:val="21"/>
              </w:rPr>
              <w:t>1</w:t>
            </w:r>
            <w:r w:rsidR="0009503C" w:rsidRPr="002E23E7">
              <w:rPr>
                <w:rFonts w:ascii="宋体" w:eastAsia="宋体" w:hAnsi="宋体" w:hint="eastAsia"/>
                <w:sz w:val="21"/>
                <w:szCs w:val="21"/>
              </w:rPr>
              <w:t>.</w:t>
            </w:r>
            <w:r w:rsidR="00373010">
              <w:rPr>
                <w:rFonts w:ascii="宋体" w:eastAsia="宋体" w:hAnsi="宋体" w:hint="eastAsia"/>
                <w:sz w:val="21"/>
                <w:szCs w:val="21"/>
              </w:rPr>
              <w:t>62</w:t>
            </w:r>
            <w:r w:rsidR="007968DB" w:rsidRPr="002E23E7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7968DB" w:rsidRPr="00D011A0">
        <w:trPr>
          <w:cantSplit/>
          <w:trHeight w:val="330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出版/文献/信息传播/知识产权事务费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2E23E7" w:rsidRDefault="00373010" w:rsidP="00373010">
            <w:pPr>
              <w:tabs>
                <w:tab w:val="left" w:pos="750"/>
              </w:tabs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3</w:t>
            </w:r>
            <w:r w:rsidR="00A002BE" w:rsidRPr="002E23E7">
              <w:rPr>
                <w:rFonts w:ascii="宋体" w:eastAsia="宋体" w:hAnsi="宋体" w:hint="eastAsia"/>
                <w:sz w:val="21"/>
                <w:szCs w:val="21"/>
              </w:rPr>
              <w:t>.</w:t>
            </w:r>
            <w:r w:rsidR="00EA16BF">
              <w:rPr>
                <w:rFonts w:ascii="宋体" w:eastAsia="宋体" w:hAnsi="宋体" w:hint="eastAsia"/>
                <w:sz w:val="21"/>
                <w:szCs w:val="21"/>
              </w:rPr>
              <w:t>8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1</w:t>
            </w:r>
            <w:r w:rsidR="007968DB" w:rsidRPr="002E23E7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2E23E7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2E23E7">
              <w:rPr>
                <w:rFonts w:ascii="宋体" w:eastAsia="宋体" w:hAnsi="宋体" w:hint="eastAsia"/>
                <w:sz w:val="21"/>
                <w:szCs w:val="21"/>
              </w:rPr>
              <w:t>专家咨询费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2E23E7" w:rsidRDefault="007968DB" w:rsidP="0037301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2E23E7">
              <w:rPr>
                <w:rFonts w:ascii="宋体" w:eastAsia="宋体" w:hAnsi="宋体" w:hint="eastAsia"/>
                <w:sz w:val="21"/>
                <w:szCs w:val="21"/>
              </w:rPr>
              <w:t>0</w:t>
            </w:r>
            <w:r w:rsidR="00D011A0" w:rsidRPr="002E23E7">
              <w:rPr>
                <w:rFonts w:ascii="宋体" w:eastAsia="宋体" w:hAnsi="宋体" w:hint="eastAsia"/>
                <w:sz w:val="21"/>
                <w:szCs w:val="21"/>
              </w:rPr>
              <w:t>.</w:t>
            </w:r>
            <w:r w:rsidR="00AF3E84" w:rsidRPr="002E23E7">
              <w:rPr>
                <w:rFonts w:ascii="宋体" w:eastAsia="宋体" w:hAnsi="宋体" w:hint="eastAsia"/>
                <w:sz w:val="21"/>
                <w:szCs w:val="21"/>
              </w:rPr>
              <w:t>83</w:t>
            </w:r>
            <w:r w:rsidRPr="002E23E7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7968DB" w:rsidRPr="00D011A0">
        <w:trPr>
          <w:cantSplit/>
          <w:trHeight w:val="353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管理费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D011A0">
            <w:pPr>
              <w:tabs>
                <w:tab w:val="left" w:pos="780"/>
                <w:tab w:val="center" w:pos="2437"/>
              </w:tabs>
              <w:wordWrap w:val="0"/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0.</w:t>
            </w:r>
            <w:r w:rsidR="00D011A0" w:rsidRPr="00D011A0">
              <w:rPr>
                <w:rFonts w:ascii="宋体" w:eastAsia="宋体" w:hAnsi="宋体" w:hint="eastAsia"/>
                <w:sz w:val="21"/>
                <w:szCs w:val="21"/>
              </w:rPr>
              <w:t>2</w:t>
            </w:r>
            <w:r w:rsidRPr="00D011A0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A002BE" w:rsidP="00306CF0">
            <w:pPr>
              <w:tabs>
                <w:tab w:val="left" w:pos="780"/>
                <w:tab w:val="center" w:pos="2437"/>
              </w:tabs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其它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AF3E84" w:rsidRDefault="00A002BE" w:rsidP="00373010">
            <w:pPr>
              <w:tabs>
                <w:tab w:val="left" w:pos="780"/>
                <w:tab w:val="center" w:pos="2437"/>
              </w:tabs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AF3E84">
              <w:rPr>
                <w:rFonts w:ascii="宋体" w:eastAsia="宋体" w:hAnsi="宋体" w:hint="eastAsia"/>
                <w:sz w:val="21"/>
                <w:szCs w:val="21"/>
              </w:rPr>
              <w:t>0.</w:t>
            </w:r>
            <w:r w:rsidR="00EA16BF">
              <w:rPr>
                <w:rFonts w:ascii="宋体" w:eastAsia="宋体" w:hAnsi="宋体" w:hint="eastAsia"/>
                <w:sz w:val="21"/>
                <w:szCs w:val="21"/>
              </w:rPr>
              <w:t>6</w:t>
            </w:r>
            <w:r w:rsidR="00373010">
              <w:rPr>
                <w:rFonts w:ascii="宋体" w:eastAsia="宋体" w:hAnsi="宋体" w:hint="eastAsia"/>
                <w:sz w:val="21"/>
                <w:szCs w:val="21"/>
              </w:rPr>
              <w:t>8</w:t>
            </w:r>
            <w:r w:rsidR="007968DB" w:rsidRPr="00AF3E84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7968DB" w:rsidRPr="00D011A0">
        <w:trPr>
          <w:cantSplit/>
          <w:trHeight w:val="409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大额设备和材料名称和价格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tabs>
                <w:tab w:val="left" w:pos="780"/>
                <w:tab w:val="center" w:pos="2437"/>
              </w:tabs>
              <w:spacing w:line="240" w:lineRule="exact"/>
              <w:ind w:firstLineChars="200" w:firstLine="42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7968DB" w:rsidRPr="00D011A0" w:rsidRDefault="0047207C" w:rsidP="00306CF0">
            <w:pPr>
              <w:tabs>
                <w:tab w:val="left" w:pos="780"/>
                <w:tab w:val="center" w:pos="2437"/>
              </w:tabs>
              <w:spacing w:line="240" w:lineRule="exact"/>
              <w:ind w:firstLineChars="200" w:firstLine="42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无</w:t>
            </w:r>
          </w:p>
          <w:p w:rsidR="007968DB" w:rsidRPr="00D011A0" w:rsidRDefault="007968DB" w:rsidP="00306CF0">
            <w:pPr>
              <w:tabs>
                <w:tab w:val="left" w:pos="780"/>
                <w:tab w:val="center" w:pos="2437"/>
              </w:tabs>
              <w:spacing w:line="240" w:lineRule="exact"/>
              <w:ind w:firstLineChars="200" w:firstLine="42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7968DB" w:rsidRPr="00D011A0">
        <w:trPr>
          <w:cantSplit/>
          <w:trHeight w:val="365"/>
          <w:jc w:val="center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结题验收信息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9E5CF9">
            <w:pPr>
              <w:spacing w:line="240" w:lineRule="exact"/>
              <w:ind w:rightChars="-38" w:right="-106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获得的标志性成果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Default="00D011A0" w:rsidP="009E5CF9">
            <w:pPr>
              <w:tabs>
                <w:tab w:val="center" w:pos="3417"/>
                <w:tab w:val="left" w:pos="4380"/>
              </w:tabs>
              <w:spacing w:line="240" w:lineRule="exact"/>
              <w:ind w:leftChars="-103" w:left="-288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官员数据的资料库</w:t>
            </w:r>
            <w:r w:rsidR="00DC2A63">
              <w:rPr>
                <w:rFonts w:ascii="宋体" w:eastAsia="宋体" w:hAnsi="宋体" w:hint="eastAsia"/>
                <w:sz w:val="21"/>
                <w:szCs w:val="21"/>
              </w:rPr>
              <w:t>、论文</w:t>
            </w:r>
            <w:r w:rsidR="00373010">
              <w:rPr>
                <w:rFonts w:ascii="宋体" w:eastAsia="宋体" w:hAnsi="宋体" w:hint="eastAsia"/>
                <w:sz w:val="21"/>
                <w:szCs w:val="21"/>
              </w:rPr>
              <w:t>7</w:t>
            </w:r>
            <w:r w:rsidR="00EA16BF">
              <w:rPr>
                <w:rFonts w:ascii="宋体" w:eastAsia="宋体" w:hAnsi="宋体" w:hint="eastAsia"/>
                <w:sz w:val="21"/>
                <w:szCs w:val="21"/>
              </w:rPr>
              <w:t>篇</w:t>
            </w:r>
          </w:p>
          <w:p w:rsidR="007968DB" w:rsidRPr="00D011A0" w:rsidRDefault="00373010" w:rsidP="00373010">
            <w:pPr>
              <w:tabs>
                <w:tab w:val="center" w:pos="3417"/>
                <w:tab w:val="left" w:pos="4380"/>
              </w:tabs>
              <w:spacing w:line="240" w:lineRule="exact"/>
              <w:ind w:leftChars="-103" w:left="-288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已提交结题材料</w:t>
            </w:r>
          </w:p>
        </w:tc>
      </w:tr>
      <w:tr w:rsidR="007968DB" w:rsidRPr="00D011A0">
        <w:trPr>
          <w:cantSplit/>
          <w:trHeight w:val="579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9E5CF9">
            <w:pPr>
              <w:spacing w:line="240" w:lineRule="exact"/>
              <w:ind w:rightChars="-38" w:right="-106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经费结算情况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9E5CF9">
            <w:pPr>
              <w:spacing w:line="24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7968DB" w:rsidRPr="00D011A0">
        <w:trPr>
          <w:cantSplit/>
          <w:trHeight w:val="456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9E5CF9">
            <w:pPr>
              <w:spacing w:line="240" w:lineRule="exact"/>
              <w:ind w:rightChars="-38" w:right="-106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验收时间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验收组织单位</w:t>
            </w:r>
          </w:p>
        </w:tc>
        <w:tc>
          <w:tcPr>
            <w:tcW w:w="3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7968DB" w:rsidRPr="00D011A0">
        <w:trPr>
          <w:cantSplit/>
          <w:trHeight w:val="365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9E5CF9">
            <w:pPr>
              <w:spacing w:line="240" w:lineRule="exact"/>
              <w:ind w:rightChars="-38" w:right="-106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验收组成员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7968DB" w:rsidRPr="00226E55" w:rsidTr="00A002BE">
        <w:trPr>
          <w:cantSplit/>
          <w:trHeight w:val="353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D011A0" w:rsidRDefault="007968D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Default="007968DB" w:rsidP="009E5CF9">
            <w:pPr>
              <w:spacing w:line="240" w:lineRule="exact"/>
              <w:ind w:rightChars="-38" w:right="-106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011A0">
              <w:rPr>
                <w:rFonts w:ascii="宋体" w:eastAsia="宋体" w:hAnsi="宋体" w:hint="eastAsia"/>
                <w:sz w:val="21"/>
                <w:szCs w:val="21"/>
              </w:rPr>
              <w:t>结题验收意见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DB" w:rsidRPr="00226E55" w:rsidRDefault="007B3F5E" w:rsidP="007B3F5E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已提交结题材料已提交结题材料</w:t>
            </w:r>
            <w:bookmarkStart w:id="1" w:name="_GoBack"/>
            <w:bookmarkEnd w:id="1"/>
          </w:p>
        </w:tc>
      </w:tr>
    </w:tbl>
    <w:p w:rsidR="00FB0F13" w:rsidRPr="00EF4B59" w:rsidRDefault="00FB0F13" w:rsidP="005227CF">
      <w:pPr>
        <w:spacing w:afterLines="50" w:after="156"/>
      </w:pPr>
    </w:p>
    <w:sectPr w:rsidR="00FB0F13" w:rsidRPr="00EF4B59" w:rsidSect="00EE6129">
      <w:pgSz w:w="11906" w:h="16838"/>
      <w:pgMar w:top="312" w:right="1418" w:bottom="777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F42" w:rsidRDefault="008E0F42">
      <w:r>
        <w:separator/>
      </w:r>
    </w:p>
  </w:endnote>
  <w:endnote w:type="continuationSeparator" w:id="0">
    <w:p w:rsidR="008E0F42" w:rsidRDefault="008E0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FZY3K--GBK1-0">
    <w:panose1 w:val="00000000000000000000"/>
    <w:charset w:val="00"/>
    <w:family w:val="roman"/>
    <w:notTrueType/>
    <w:pitch w:val="default"/>
  </w:font>
  <w:font w:name="E-YT1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F42" w:rsidRDefault="008E0F42">
      <w:r>
        <w:separator/>
      </w:r>
    </w:p>
  </w:footnote>
  <w:footnote w:type="continuationSeparator" w:id="0">
    <w:p w:rsidR="008E0F42" w:rsidRDefault="008E0F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B3B3A"/>
    <w:multiLevelType w:val="hybridMultilevel"/>
    <w:tmpl w:val="9C06FB9A"/>
    <w:lvl w:ilvl="0" w:tplc="47F4CA4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08C4"/>
    <w:rsid w:val="0000628F"/>
    <w:rsid w:val="000073D2"/>
    <w:rsid w:val="0001143B"/>
    <w:rsid w:val="000251A8"/>
    <w:rsid w:val="00070B27"/>
    <w:rsid w:val="0009503C"/>
    <w:rsid w:val="000A5AE7"/>
    <w:rsid w:val="000B2FCB"/>
    <w:rsid w:val="000E5D1E"/>
    <w:rsid w:val="00114C1F"/>
    <w:rsid w:val="00193264"/>
    <w:rsid w:val="001B15E8"/>
    <w:rsid w:val="001D0DC6"/>
    <w:rsid w:val="001D2184"/>
    <w:rsid w:val="00226E55"/>
    <w:rsid w:val="00256869"/>
    <w:rsid w:val="002702B4"/>
    <w:rsid w:val="0028497F"/>
    <w:rsid w:val="002B143F"/>
    <w:rsid w:val="002D0689"/>
    <w:rsid w:val="002E23E7"/>
    <w:rsid w:val="002F663E"/>
    <w:rsid w:val="00306CF0"/>
    <w:rsid w:val="003366CF"/>
    <w:rsid w:val="00355015"/>
    <w:rsid w:val="003611C1"/>
    <w:rsid w:val="00373010"/>
    <w:rsid w:val="0038423E"/>
    <w:rsid w:val="003A4AFC"/>
    <w:rsid w:val="003B3ACD"/>
    <w:rsid w:val="003C7A59"/>
    <w:rsid w:val="003F07D6"/>
    <w:rsid w:val="00400052"/>
    <w:rsid w:val="0043319A"/>
    <w:rsid w:val="004412EA"/>
    <w:rsid w:val="004443C3"/>
    <w:rsid w:val="00467A3F"/>
    <w:rsid w:val="00470680"/>
    <w:rsid w:val="0047207C"/>
    <w:rsid w:val="004C0E34"/>
    <w:rsid w:val="004E0550"/>
    <w:rsid w:val="004E11C7"/>
    <w:rsid w:val="005227CF"/>
    <w:rsid w:val="005476B2"/>
    <w:rsid w:val="00552FE5"/>
    <w:rsid w:val="0057099B"/>
    <w:rsid w:val="005753AE"/>
    <w:rsid w:val="005916BA"/>
    <w:rsid w:val="00593242"/>
    <w:rsid w:val="005B5C9C"/>
    <w:rsid w:val="005D4705"/>
    <w:rsid w:val="005E31AA"/>
    <w:rsid w:val="006039E1"/>
    <w:rsid w:val="00651A00"/>
    <w:rsid w:val="006826EA"/>
    <w:rsid w:val="006954EE"/>
    <w:rsid w:val="006C6207"/>
    <w:rsid w:val="006D2221"/>
    <w:rsid w:val="007327A3"/>
    <w:rsid w:val="0074120C"/>
    <w:rsid w:val="0074203B"/>
    <w:rsid w:val="00750E76"/>
    <w:rsid w:val="00794A3C"/>
    <w:rsid w:val="00795C22"/>
    <w:rsid w:val="007968DB"/>
    <w:rsid w:val="007A5841"/>
    <w:rsid w:val="007B1A1F"/>
    <w:rsid w:val="007B3F5E"/>
    <w:rsid w:val="007B7E09"/>
    <w:rsid w:val="007D56DB"/>
    <w:rsid w:val="007F1D51"/>
    <w:rsid w:val="007F1D5C"/>
    <w:rsid w:val="007F36AB"/>
    <w:rsid w:val="00825719"/>
    <w:rsid w:val="0084792E"/>
    <w:rsid w:val="0085798C"/>
    <w:rsid w:val="008650F6"/>
    <w:rsid w:val="00893B64"/>
    <w:rsid w:val="00893E03"/>
    <w:rsid w:val="008B33E8"/>
    <w:rsid w:val="008C20C5"/>
    <w:rsid w:val="008E0F42"/>
    <w:rsid w:val="009008B6"/>
    <w:rsid w:val="0090243B"/>
    <w:rsid w:val="00911538"/>
    <w:rsid w:val="00922FB2"/>
    <w:rsid w:val="00951618"/>
    <w:rsid w:val="009614AD"/>
    <w:rsid w:val="009C0FAC"/>
    <w:rsid w:val="009D0660"/>
    <w:rsid w:val="009D0732"/>
    <w:rsid w:val="009D3E6C"/>
    <w:rsid w:val="009E54E4"/>
    <w:rsid w:val="009E5CF9"/>
    <w:rsid w:val="009F2C69"/>
    <w:rsid w:val="009F7F6F"/>
    <w:rsid w:val="00A002BE"/>
    <w:rsid w:val="00A24ECB"/>
    <w:rsid w:val="00A37EC8"/>
    <w:rsid w:val="00A92EA0"/>
    <w:rsid w:val="00AA72EE"/>
    <w:rsid w:val="00AE2AA5"/>
    <w:rsid w:val="00AF0645"/>
    <w:rsid w:val="00AF3E84"/>
    <w:rsid w:val="00B223BF"/>
    <w:rsid w:val="00B24629"/>
    <w:rsid w:val="00B5307D"/>
    <w:rsid w:val="00B61024"/>
    <w:rsid w:val="00B66A59"/>
    <w:rsid w:val="00B67826"/>
    <w:rsid w:val="00B7598C"/>
    <w:rsid w:val="00B83716"/>
    <w:rsid w:val="00B93FAF"/>
    <w:rsid w:val="00BB0AE7"/>
    <w:rsid w:val="00BB18C2"/>
    <w:rsid w:val="00BC3CDE"/>
    <w:rsid w:val="00BD4672"/>
    <w:rsid w:val="00BE6A96"/>
    <w:rsid w:val="00C0411A"/>
    <w:rsid w:val="00C35FA0"/>
    <w:rsid w:val="00C36981"/>
    <w:rsid w:val="00C43E56"/>
    <w:rsid w:val="00C63A2D"/>
    <w:rsid w:val="00CB19A3"/>
    <w:rsid w:val="00CB3A0E"/>
    <w:rsid w:val="00CC1C0B"/>
    <w:rsid w:val="00CC4291"/>
    <w:rsid w:val="00CE2163"/>
    <w:rsid w:val="00CF0235"/>
    <w:rsid w:val="00D011A0"/>
    <w:rsid w:val="00D10B98"/>
    <w:rsid w:val="00D27685"/>
    <w:rsid w:val="00D46945"/>
    <w:rsid w:val="00D76B7F"/>
    <w:rsid w:val="00DA3CEB"/>
    <w:rsid w:val="00DA5B6D"/>
    <w:rsid w:val="00DC2A63"/>
    <w:rsid w:val="00DC777E"/>
    <w:rsid w:val="00DD6D68"/>
    <w:rsid w:val="00E60C0C"/>
    <w:rsid w:val="00E938E1"/>
    <w:rsid w:val="00EA16BF"/>
    <w:rsid w:val="00EB2F70"/>
    <w:rsid w:val="00EC1725"/>
    <w:rsid w:val="00EE6129"/>
    <w:rsid w:val="00EF4B59"/>
    <w:rsid w:val="00F12190"/>
    <w:rsid w:val="00F23C04"/>
    <w:rsid w:val="00F46305"/>
    <w:rsid w:val="00F463E3"/>
    <w:rsid w:val="00F508C4"/>
    <w:rsid w:val="00F511C8"/>
    <w:rsid w:val="00F554DA"/>
    <w:rsid w:val="00F8377A"/>
    <w:rsid w:val="00F90DBE"/>
    <w:rsid w:val="00FB0F13"/>
    <w:rsid w:val="00FB765D"/>
    <w:rsid w:val="00FC067D"/>
    <w:rsid w:val="00FE4434"/>
    <w:rsid w:val="00FE4BF1"/>
    <w:rsid w:val="00FF2FAA"/>
    <w:rsid w:val="00FF5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7685"/>
    <w:pPr>
      <w:widowControl w:val="0"/>
      <w:spacing w:line="600" w:lineRule="exact"/>
      <w:jc w:val="both"/>
    </w:pPr>
    <w:rPr>
      <w:rFonts w:eastAsia="仿宋_GB2312"/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90D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4">
    <w:name w:val="footer"/>
    <w:basedOn w:val="a"/>
    <w:rsid w:val="00F90DBE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customStyle="1" w:styleId="a5">
    <w:name w:val="(文字) (文字)"/>
    <w:rsid w:val="007968DB"/>
    <w:pPr>
      <w:shd w:val="clear" w:color="auto" w:fill="000080"/>
    </w:pPr>
    <w:rPr>
      <w:sz w:val="21"/>
    </w:rPr>
  </w:style>
  <w:style w:type="paragraph" w:styleId="a6">
    <w:name w:val="Document Map"/>
    <w:basedOn w:val="a"/>
    <w:link w:val="Char"/>
    <w:rsid w:val="007968DB"/>
    <w:rPr>
      <w:rFonts w:ascii="宋体" w:eastAsia="宋体"/>
      <w:sz w:val="18"/>
      <w:szCs w:val="18"/>
    </w:rPr>
  </w:style>
  <w:style w:type="character" w:customStyle="1" w:styleId="Char">
    <w:name w:val="文档结构图 Char"/>
    <w:basedOn w:val="a0"/>
    <w:link w:val="a6"/>
    <w:rsid w:val="007968DB"/>
    <w:rPr>
      <w:rFonts w:ascii="宋体"/>
      <w:kern w:val="2"/>
      <w:sz w:val="18"/>
      <w:szCs w:val="18"/>
    </w:rPr>
  </w:style>
  <w:style w:type="character" w:customStyle="1" w:styleId="fontstyle01">
    <w:name w:val="fontstyle01"/>
    <w:basedOn w:val="a0"/>
    <w:rsid w:val="00552FE5"/>
    <w:rPr>
      <w:rFonts w:ascii="FZY3K--GBK1-0" w:hAnsi="FZY3K--GBK1-0" w:hint="default"/>
      <w:b w:val="0"/>
      <w:bCs w:val="0"/>
      <w:i w:val="0"/>
      <w:iCs w:val="0"/>
      <w:color w:val="000000"/>
      <w:sz w:val="52"/>
      <w:szCs w:val="52"/>
    </w:rPr>
  </w:style>
  <w:style w:type="character" w:customStyle="1" w:styleId="fontstyle11">
    <w:name w:val="fontstyle11"/>
    <w:basedOn w:val="a0"/>
    <w:rsid w:val="00552FE5"/>
    <w:rPr>
      <w:rFonts w:ascii="E-YT1" w:hAnsi="E-YT1" w:hint="default"/>
      <w:b w:val="0"/>
      <w:bCs w:val="0"/>
      <w:i w:val="0"/>
      <w:iCs w:val="0"/>
      <w:color w:val="000000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5552;&#20132;&#26448;&#26009;\2015&#32463;&#36153;&#20351;&#29992;&#20449;&#24687;&#20844;&#24320;\&#22269;&#23478;&#31038;&#31185;&#22522;&#37329;(2014)-&#31243;&#20210;&#40483;(&#21830;&#23398;&#38498;)-&#22320;&#26041;&#23448;&#21592;&#30340;&#26187;&#21319;&#31454;&#20105;&#23545;&#20225;&#19994;&#21019;&#26032;&#25237;&#36164;&#30340;&#24433;&#21709;&#21450;&#26426;&#21046;&#30740;&#31350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国家社科基金(2014)-程仲鸣(商学院)-地方官员的晋升竞争对企业创新投资的影响及机制研究</Template>
  <TotalTime>118</TotalTime>
  <Pages>1</Pages>
  <Words>158</Words>
  <Characters>906</Characters>
  <Application>Microsoft Office Word</Application>
  <DocSecurity>0</DocSecurity>
  <Lines>7</Lines>
  <Paragraphs>2</Paragraphs>
  <ScaleCrop>false</ScaleCrop>
  <Company>Lenovo (Beijing) Limited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浙江省高校科研经费使用信息公开一览表</dc:title>
  <dc:creator>czming</dc:creator>
  <cp:lastModifiedBy>Thinkpad</cp:lastModifiedBy>
  <cp:revision>24</cp:revision>
  <cp:lastPrinted>2019-07-02T01:18:00Z</cp:lastPrinted>
  <dcterms:created xsi:type="dcterms:W3CDTF">2015-12-16T03:01:00Z</dcterms:created>
  <dcterms:modified xsi:type="dcterms:W3CDTF">2019-07-02T01:19:00Z</dcterms:modified>
</cp:coreProperties>
</file>